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89" w:rsidRDefault="001E108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E1089" w:rsidRDefault="001E1089" w:rsidP="001E108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1E1089" w:rsidRDefault="001E108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1E1089" w:rsidRDefault="001E108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E1089" w:rsidRDefault="001E108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836C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D94F5E" w:rsidRPr="00B836C8">
        <w:rPr>
          <w:rFonts w:ascii="Corbel" w:hAnsi="Corbel"/>
          <w:b/>
          <w:smallCaps/>
          <w:sz w:val="24"/>
          <w:szCs w:val="24"/>
        </w:rPr>
        <w:t>202</w:t>
      </w:r>
      <w:r w:rsidR="005054FD">
        <w:rPr>
          <w:rFonts w:ascii="Corbel" w:hAnsi="Corbel"/>
          <w:b/>
          <w:smallCaps/>
          <w:sz w:val="24"/>
          <w:szCs w:val="24"/>
        </w:rPr>
        <w:t>1</w:t>
      </w:r>
      <w:r w:rsidR="00D94F5E" w:rsidRPr="00B836C8">
        <w:rPr>
          <w:rFonts w:ascii="Corbel" w:hAnsi="Corbel"/>
          <w:b/>
          <w:smallCaps/>
          <w:sz w:val="24"/>
          <w:szCs w:val="24"/>
        </w:rPr>
        <w:t>-202</w:t>
      </w:r>
      <w:r w:rsidR="005054FD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</w:t>
      </w:r>
      <w:r w:rsidR="005054FD">
        <w:rPr>
          <w:rFonts w:ascii="Corbel" w:hAnsi="Corbel"/>
          <w:b/>
          <w:sz w:val="24"/>
          <w:szCs w:val="24"/>
        </w:rPr>
        <w:t>3</w:t>
      </w:r>
      <w:r w:rsidR="00BE271D" w:rsidRPr="00B836C8">
        <w:rPr>
          <w:rFonts w:ascii="Corbel" w:hAnsi="Corbel"/>
          <w:b/>
          <w:sz w:val="24"/>
          <w:szCs w:val="24"/>
        </w:rPr>
        <w:t>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</w:t>
      </w:r>
      <w:r w:rsidR="005054FD">
        <w:rPr>
          <w:rFonts w:ascii="Corbel" w:hAnsi="Corbel"/>
          <w:b/>
          <w:sz w:val="24"/>
          <w:szCs w:val="24"/>
        </w:rPr>
        <w:t>4</w:t>
      </w:r>
    </w:p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836C8" w:rsidTr="00B819C8">
        <w:tc>
          <w:tcPr>
            <w:tcW w:w="2694" w:type="dxa"/>
            <w:vAlign w:val="center"/>
          </w:tcPr>
          <w:p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836C8" w:rsidRDefault="00BE271D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271D" w:rsidRPr="00B836C8" w:rsidRDefault="00573D3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813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7765B">
              <w:rPr>
                <w:rFonts w:ascii="Corbel" w:hAnsi="Corbel"/>
                <w:b w:val="0"/>
                <w:sz w:val="24"/>
                <w:szCs w:val="24"/>
              </w:rPr>
              <w:t>Danuta Ochojska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836C8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Wykł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Konw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Sem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Prakt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836C8" w:rsidTr="00745302">
        <w:tc>
          <w:tcPr>
            <w:tcW w:w="9670" w:type="dxa"/>
          </w:tcPr>
          <w:p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Zapoznanie się z psychologicznymi aspektami rehabilitacji osób z 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836C8" w:rsidTr="008D14B9">
        <w:tc>
          <w:tcPr>
            <w:tcW w:w="1681" w:type="dxa"/>
            <w:vAlign w:val="center"/>
          </w:tcPr>
          <w:p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:rsidTr="008D14B9">
        <w:tc>
          <w:tcPr>
            <w:tcW w:w="1681" w:type="dxa"/>
            <w:vAlign w:val="center"/>
          </w:tcPr>
          <w:p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B836C8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  <w:r w:rsidRPr="00B836C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</w:tc>
        <w:tc>
          <w:tcPr>
            <w:tcW w:w="1865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836C8" w:rsidTr="001066D9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Praca z osobami z częściowymi lub całościowymi zaburzeniami świadomości</w:t>
            </w:r>
          </w:p>
        </w:tc>
      </w:tr>
    </w:tbl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836C8" w:rsidTr="00A117BD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Główne problemy osób z niepełnosprawnością i poszukiwanie rozwiązań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informowania o niepełnosprawności. Nawiązywanie kontaktu. Problemy etyczne w pracy z osobami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Rozwijanie procesów orientacyjno-poznawczych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836C8" w:rsidTr="00BC587C">
        <w:tc>
          <w:tcPr>
            <w:tcW w:w="1962" w:type="dxa"/>
            <w:vAlign w:val="center"/>
          </w:tcPr>
          <w:p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</w:p>
        </w:tc>
        <w:tc>
          <w:tcPr>
            <w:tcW w:w="2117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836C8" w:rsidTr="00923D7D">
        <w:tc>
          <w:tcPr>
            <w:tcW w:w="9670" w:type="dxa"/>
          </w:tcPr>
          <w:p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-obecność  i aktywność na zajęciach</w:t>
            </w:r>
          </w:p>
          <w:p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:rsidR="0085747A" w:rsidRPr="00B836C8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836C8" w:rsidTr="003E1941">
        <w:tc>
          <w:tcPr>
            <w:tcW w:w="4962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36C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36C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:rsidTr="00923D7D">
        <w:tc>
          <w:tcPr>
            <w:tcW w:w="4962" w:type="dxa"/>
          </w:tcPr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36C8" w:rsidTr="00923D7D">
        <w:tc>
          <w:tcPr>
            <w:tcW w:w="4962" w:type="dxa"/>
          </w:tcPr>
          <w:p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36C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B836C8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B836C8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2"/>
      </w:tblGrid>
      <w:tr w:rsidR="0085747A" w:rsidRPr="00B836C8" w:rsidTr="00573DDE">
        <w:trPr>
          <w:trHeight w:val="397"/>
        </w:trPr>
        <w:tc>
          <w:tcPr>
            <w:tcW w:w="9752" w:type="dxa"/>
          </w:tcPr>
          <w:p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D6AB3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Kowalik S.,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Stosowana psychologia rehabilitacji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Scholar, Warszawa 2018.</w:t>
            </w:r>
          </w:p>
          <w:p w:rsidR="00C44398" w:rsidRPr="00B836C8" w:rsidRDefault="00FD6AB3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. W: Cz.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Czabała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S. Kluczyńska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</w:tc>
      </w:tr>
      <w:tr w:rsidR="0085747A" w:rsidRPr="00B836C8" w:rsidTr="00573DDE">
        <w:trPr>
          <w:trHeight w:val="397"/>
        </w:trPr>
        <w:tc>
          <w:tcPr>
            <w:tcW w:w="9752" w:type="dxa"/>
          </w:tcPr>
          <w:p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Błeszyński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, Wydaw. Harmonia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Universalis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Gdańsk 2013.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Gulla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Majewicz, P. (2015).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[w:] J.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:rsidR="00C44398" w:rsidRPr="00B836C8" w:rsidRDefault="00C44398" w:rsidP="00BE271D">
            <w:pPr>
              <w:pStyle w:val="HTML-wstpniesformatowany"/>
              <w:numPr>
                <w:ilvl w:val="0"/>
                <w:numId w:val="4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</w:t>
            </w:r>
            <w:proofErr w:type="spellStart"/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wczesnorozwojowe</w:t>
            </w:r>
            <w:proofErr w:type="spellEnd"/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Prigatano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Seniów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Herzyk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A., Daniluk B. (red.), Neuropsychologiczne konsekwencje urazów głowy, Wyd. UMCS, Lublin 2003.</w:t>
            </w:r>
          </w:p>
          <w:p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E1A" w:rsidRDefault="00801E1A" w:rsidP="00C16ABF">
      <w:pPr>
        <w:spacing w:after="0" w:line="240" w:lineRule="auto"/>
      </w:pPr>
      <w:r>
        <w:separator/>
      </w:r>
    </w:p>
  </w:endnote>
  <w:endnote w:type="continuationSeparator" w:id="0">
    <w:p w:rsidR="00801E1A" w:rsidRDefault="00801E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E1A" w:rsidRDefault="00801E1A" w:rsidP="00C16ABF">
      <w:pPr>
        <w:spacing w:after="0" w:line="240" w:lineRule="auto"/>
      </w:pPr>
      <w:r>
        <w:separator/>
      </w:r>
    </w:p>
  </w:footnote>
  <w:footnote w:type="continuationSeparator" w:id="0">
    <w:p w:rsidR="00801E1A" w:rsidRDefault="00801E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70D2"/>
    <w:rsid w:val="001D657B"/>
    <w:rsid w:val="001D7B54"/>
    <w:rsid w:val="001E0209"/>
    <w:rsid w:val="001E1089"/>
    <w:rsid w:val="001F2CA2"/>
    <w:rsid w:val="002144C0"/>
    <w:rsid w:val="0022477D"/>
    <w:rsid w:val="00225F8B"/>
    <w:rsid w:val="002278A9"/>
    <w:rsid w:val="002336F9"/>
    <w:rsid w:val="0024028F"/>
    <w:rsid w:val="00244ABC"/>
    <w:rsid w:val="00270BEB"/>
    <w:rsid w:val="002813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E84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14E3C"/>
    <w:rsid w:val="00420CC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50496F"/>
    <w:rsid w:val="005054FD"/>
    <w:rsid w:val="00513B6F"/>
    <w:rsid w:val="00517C63"/>
    <w:rsid w:val="005363C4"/>
    <w:rsid w:val="00536BDE"/>
    <w:rsid w:val="00543ACC"/>
    <w:rsid w:val="0056696D"/>
    <w:rsid w:val="00573D3C"/>
    <w:rsid w:val="00573DDE"/>
    <w:rsid w:val="0057765B"/>
    <w:rsid w:val="0059484D"/>
    <w:rsid w:val="005A0855"/>
    <w:rsid w:val="005A0FA7"/>
    <w:rsid w:val="005A3196"/>
    <w:rsid w:val="005C080F"/>
    <w:rsid w:val="005C55E5"/>
    <w:rsid w:val="005C696A"/>
    <w:rsid w:val="005D5AD4"/>
    <w:rsid w:val="005E6E85"/>
    <w:rsid w:val="005F31D2"/>
    <w:rsid w:val="0061029B"/>
    <w:rsid w:val="00617230"/>
    <w:rsid w:val="00621CE1"/>
    <w:rsid w:val="00627FC9"/>
    <w:rsid w:val="0064593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1E1A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64F4"/>
    <w:rsid w:val="008F12C9"/>
    <w:rsid w:val="008F6E29"/>
    <w:rsid w:val="00900B1B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C8"/>
    <w:rsid w:val="00B90885"/>
    <w:rsid w:val="00BA6B8E"/>
    <w:rsid w:val="00BB520A"/>
    <w:rsid w:val="00BC587C"/>
    <w:rsid w:val="00BD0F06"/>
    <w:rsid w:val="00BD3869"/>
    <w:rsid w:val="00BD66E9"/>
    <w:rsid w:val="00BD6FF4"/>
    <w:rsid w:val="00BE271D"/>
    <w:rsid w:val="00BF2C41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F5E"/>
    <w:rsid w:val="00DA2114"/>
    <w:rsid w:val="00DE09C0"/>
    <w:rsid w:val="00DE4A14"/>
    <w:rsid w:val="00DF320D"/>
    <w:rsid w:val="00DF71C8"/>
    <w:rsid w:val="00E053AF"/>
    <w:rsid w:val="00E10EC0"/>
    <w:rsid w:val="00E129B8"/>
    <w:rsid w:val="00E1496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DB0"/>
    <w:rsid w:val="00EC4899"/>
    <w:rsid w:val="00ED03AB"/>
    <w:rsid w:val="00ED32D2"/>
    <w:rsid w:val="00EE32DE"/>
    <w:rsid w:val="00EE5457"/>
    <w:rsid w:val="00F070AB"/>
    <w:rsid w:val="00F12AFD"/>
    <w:rsid w:val="00F17567"/>
    <w:rsid w:val="00F2703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C3A0E-E11C-4657-8DD2-FE552270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2020-02-03T07:49:00Z</dcterms:created>
  <dcterms:modified xsi:type="dcterms:W3CDTF">2024-09-04T17:45:00Z</dcterms:modified>
</cp:coreProperties>
</file>